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00" w:rsidRDefault="003F6E00" w:rsidP="007251A4">
      <w:pPr>
        <w:jc w:val="both"/>
        <w:rPr>
          <w:sz w:val="24"/>
          <w:szCs w:val="24"/>
        </w:rPr>
      </w:pPr>
      <w:r>
        <w:rPr>
          <w:sz w:val="24"/>
          <w:szCs w:val="24"/>
        </w:rPr>
        <w:t>На основу чл. 41 и чл. 43 Пословника Скупштине града Врања ( Службени гласник града Врања бр. 3/18 – пречишћен текст),  Скупштина града Врања на седници одржаној дана 11.03.2019.године, донела је:</w:t>
      </w:r>
    </w:p>
    <w:p w:rsidR="003F6E00" w:rsidRPr="004665DE" w:rsidRDefault="003F6E00" w:rsidP="007251A4">
      <w:pPr>
        <w:rPr>
          <w:sz w:val="24"/>
          <w:szCs w:val="24"/>
        </w:rPr>
      </w:pPr>
    </w:p>
    <w:p w:rsidR="003F6E00" w:rsidRPr="004665DE" w:rsidRDefault="003F6E00" w:rsidP="007251A4">
      <w:pPr>
        <w:jc w:val="center"/>
        <w:rPr>
          <w:b/>
          <w:sz w:val="24"/>
          <w:szCs w:val="24"/>
        </w:rPr>
      </w:pPr>
    </w:p>
    <w:p w:rsidR="003F6E00" w:rsidRPr="004665DE" w:rsidRDefault="003F6E00" w:rsidP="007251A4">
      <w:pPr>
        <w:tabs>
          <w:tab w:val="left" w:pos="3506"/>
        </w:tabs>
        <w:jc w:val="center"/>
        <w:rPr>
          <w:b/>
          <w:sz w:val="24"/>
          <w:szCs w:val="24"/>
        </w:rPr>
      </w:pPr>
      <w:r w:rsidRPr="004665DE">
        <w:rPr>
          <w:b/>
          <w:sz w:val="24"/>
          <w:szCs w:val="24"/>
        </w:rPr>
        <w:t>Р Е Ш Е Њ Е</w:t>
      </w:r>
    </w:p>
    <w:p w:rsidR="003F6E00" w:rsidRPr="007251A4" w:rsidRDefault="003F6E00" w:rsidP="007251A4">
      <w:pPr>
        <w:tabs>
          <w:tab w:val="left" w:pos="3506"/>
        </w:tabs>
        <w:jc w:val="center"/>
        <w:rPr>
          <w:b/>
          <w:sz w:val="24"/>
          <w:szCs w:val="24"/>
        </w:rPr>
      </w:pPr>
      <w:r w:rsidRPr="004665DE">
        <w:rPr>
          <w:b/>
          <w:sz w:val="24"/>
          <w:szCs w:val="24"/>
        </w:rPr>
        <w:t>О РАЗРЕШЕЊУ</w:t>
      </w:r>
      <w:r>
        <w:rPr>
          <w:b/>
          <w:sz w:val="24"/>
          <w:szCs w:val="24"/>
        </w:rPr>
        <w:t xml:space="preserve"> ПОЈЕДИНИХ ЧЛАНОВА СТАЛНИХ РАДНИХ ТЕЛА – САВЕТА И КОМИСИЈА СКУПШТИНЕ ГРАДА ВРАЊА</w:t>
      </w:r>
    </w:p>
    <w:p w:rsidR="003F6E00" w:rsidRPr="007F61FB" w:rsidRDefault="003F6E00" w:rsidP="007F61FB">
      <w:pPr>
        <w:tabs>
          <w:tab w:val="left" w:pos="1143"/>
        </w:tabs>
        <w:jc w:val="center"/>
        <w:rPr>
          <w:b/>
        </w:rPr>
      </w:pPr>
      <w:r w:rsidRPr="007F61FB">
        <w:rPr>
          <w:b/>
        </w:rPr>
        <w:t>I</w:t>
      </w:r>
    </w:p>
    <w:p w:rsidR="003F6E00" w:rsidRDefault="003F6E00" w:rsidP="008442FC">
      <w:pPr>
        <w:jc w:val="both"/>
      </w:pPr>
      <w:r>
        <w:t xml:space="preserve">       У чл. 6 Решења о именовању чланова сталних радних тела – Савета и Комисија, бр. 02-118/2016-13 од 22.06.2016. године, у Савет за пољопривреду и развој села, разрешава се:</w:t>
      </w:r>
    </w:p>
    <w:p w:rsidR="003F6E00" w:rsidRDefault="003F6E00" w:rsidP="007251A4">
      <w:pPr>
        <w:pStyle w:val="ListParagraph"/>
        <w:numPr>
          <w:ilvl w:val="0"/>
          <w:numId w:val="3"/>
        </w:numPr>
      </w:pPr>
      <w:r>
        <w:t>Жикица Антанасијевић, дипл. инг. пољопреивреде из с. Кумарево.</w:t>
      </w:r>
    </w:p>
    <w:p w:rsidR="003F6E00" w:rsidRDefault="003F6E00" w:rsidP="007251A4">
      <w:pPr>
        <w:pStyle w:val="ListParagraph"/>
      </w:pPr>
    </w:p>
    <w:p w:rsidR="003F6E00" w:rsidRDefault="003F6E00" w:rsidP="007251A4">
      <w:r>
        <w:t xml:space="preserve">     У чл. 8 Решења, у Савет за Здравство, социјалну, дечију заштиту, борачка и инвалидска питања, разрешава се:</w:t>
      </w:r>
    </w:p>
    <w:p w:rsidR="003F6E00" w:rsidRPr="005405C8" w:rsidRDefault="003F6E00" w:rsidP="005405C8">
      <w:pPr>
        <w:pStyle w:val="ListParagraph"/>
        <w:numPr>
          <w:ilvl w:val="0"/>
          <w:numId w:val="5"/>
        </w:numPr>
      </w:pPr>
      <w:r w:rsidRPr="005405C8">
        <w:t>Бранимир Стојанчић, дипл. и</w:t>
      </w:r>
      <w:r>
        <w:t>нг. менаџмента из Врања.</w:t>
      </w:r>
    </w:p>
    <w:p w:rsidR="003F6E00" w:rsidRPr="005405C8" w:rsidRDefault="003F6E00" w:rsidP="005405C8"/>
    <w:p w:rsidR="003F6E00" w:rsidRPr="007F61FB" w:rsidRDefault="003F6E00" w:rsidP="007F61FB">
      <w:pPr>
        <w:jc w:val="center"/>
        <w:rPr>
          <w:b/>
        </w:rPr>
      </w:pPr>
      <w:r w:rsidRPr="006B1C86">
        <w:rPr>
          <w:b/>
        </w:rPr>
        <w:t>II</w:t>
      </w:r>
    </w:p>
    <w:p w:rsidR="003F6E00" w:rsidRDefault="003F6E00" w:rsidP="005405C8">
      <w:r>
        <w:tab/>
        <w:t>Решење ступа на снагу даном доношења и објавиће се у Службеном гласнику града Врања.</w:t>
      </w:r>
      <w:r w:rsidRPr="006B1C86">
        <w:t xml:space="preserve"> </w:t>
      </w:r>
    </w:p>
    <w:p w:rsidR="003F6E00" w:rsidRDefault="003F6E00" w:rsidP="005405C8"/>
    <w:p w:rsidR="003F6E00" w:rsidRPr="00ED30C1" w:rsidRDefault="003F6E00" w:rsidP="005405C8">
      <w:pPr>
        <w:tabs>
          <w:tab w:val="left" w:pos="2927"/>
        </w:tabs>
        <w:rPr>
          <w:b/>
        </w:rPr>
      </w:pPr>
      <w:r>
        <w:tab/>
        <w:t xml:space="preserve">              </w:t>
      </w:r>
      <w:r w:rsidRPr="00ED30C1">
        <w:rPr>
          <w:b/>
        </w:rPr>
        <w:t>СКУПШТИНА ГРАДА ВРАЊА</w:t>
      </w:r>
    </w:p>
    <w:p w:rsidR="003F6E00" w:rsidRPr="00ED30C1" w:rsidRDefault="003F6E00" w:rsidP="005405C8">
      <w:pPr>
        <w:tabs>
          <w:tab w:val="left" w:pos="2927"/>
        </w:tabs>
        <w:rPr>
          <w:b/>
        </w:rPr>
      </w:pPr>
      <w:r w:rsidRPr="00ED30C1">
        <w:rPr>
          <w:b/>
        </w:rPr>
        <w:t xml:space="preserve">                                      </w:t>
      </w:r>
      <w:r>
        <w:rPr>
          <w:b/>
        </w:rPr>
        <w:t xml:space="preserve">                         11.03.</w:t>
      </w:r>
      <w:r w:rsidRPr="00ED30C1">
        <w:rPr>
          <w:b/>
        </w:rPr>
        <w:t xml:space="preserve">2019. </w:t>
      </w:r>
      <w:r>
        <w:rPr>
          <w:b/>
        </w:rPr>
        <w:t>године, брoj: 02-52/2019-10</w:t>
      </w:r>
    </w:p>
    <w:p w:rsidR="003F6E00" w:rsidRPr="00ED30C1" w:rsidRDefault="003F6E00" w:rsidP="005405C8">
      <w:pPr>
        <w:rPr>
          <w:b/>
        </w:rPr>
      </w:pPr>
    </w:p>
    <w:p w:rsidR="003F6E00" w:rsidRDefault="003F6E00" w:rsidP="005405C8">
      <w:pPr>
        <w:jc w:val="center"/>
        <w:rPr>
          <w:b/>
        </w:rPr>
      </w:pPr>
      <w:r w:rsidRPr="00ED30C1">
        <w:rPr>
          <w:b/>
        </w:rPr>
        <w:t xml:space="preserve">                                                                     </w:t>
      </w:r>
      <w:r>
        <w:rPr>
          <w:b/>
        </w:rPr>
        <w:t xml:space="preserve">    </w:t>
      </w:r>
      <w:r w:rsidRPr="00ED30C1">
        <w:rPr>
          <w:b/>
        </w:rPr>
        <w:t>Председник Скупштине</w:t>
      </w:r>
      <w:r>
        <w:rPr>
          <w:b/>
        </w:rPr>
        <w:t>,</w:t>
      </w:r>
      <w:r w:rsidRPr="00ED30C1">
        <w:rPr>
          <w:b/>
        </w:rPr>
        <w:t xml:space="preserve">                         </w:t>
      </w:r>
    </w:p>
    <w:p w:rsidR="003F6E00" w:rsidRDefault="003F6E00" w:rsidP="007F61FB">
      <w:pPr>
        <w:rPr>
          <w:b/>
        </w:rPr>
      </w:pPr>
      <w:r>
        <w:rPr>
          <w:b/>
        </w:rPr>
        <w:t xml:space="preserve">                    </w:t>
      </w:r>
      <w:r w:rsidRPr="00ED30C1">
        <w:rPr>
          <w:b/>
        </w:rPr>
        <w:t xml:space="preserve">                                         </w:t>
      </w:r>
      <w:r>
        <w:rPr>
          <w:b/>
        </w:rPr>
        <w:t xml:space="preserve">                                      </w:t>
      </w:r>
      <w:r w:rsidRPr="00ED30C1">
        <w:rPr>
          <w:b/>
        </w:rPr>
        <w:t xml:space="preserve">      Дејан Тричковић, спец.двм</w:t>
      </w:r>
      <w:r>
        <w:rPr>
          <w:b/>
        </w:rPr>
        <w:t>,с.р.</w:t>
      </w:r>
    </w:p>
    <w:p w:rsidR="003F6E00" w:rsidRDefault="003F6E00" w:rsidP="007F61FB">
      <w:pPr>
        <w:ind w:left="360"/>
        <w:jc w:val="both"/>
        <w:rPr>
          <w:b/>
        </w:rPr>
      </w:pPr>
      <w:r>
        <w:rPr>
          <w:b/>
        </w:rPr>
        <w:t>ТАЧНОСТ ПРЕПИСА ОВЕРАВА:                                                СЕКРЕТАР СКУПШТИНЕ</w:t>
      </w:r>
    </w:p>
    <w:p w:rsidR="003F6E00" w:rsidRPr="00917D33" w:rsidRDefault="003F6E00" w:rsidP="00917D33">
      <w:pPr>
        <w:ind w:left="36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Марко Тричковић</w:t>
      </w:r>
    </w:p>
    <w:p w:rsidR="003F6E00" w:rsidRDefault="003F6E00" w:rsidP="005405C8"/>
    <w:p w:rsidR="003F6E00" w:rsidRPr="00086296" w:rsidRDefault="003F6E00" w:rsidP="000862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На основу чл. 41 и чл. 43 Пословника Скупштине града Врања ( Службени гласник града Врања бр. 3/18 – пречишћен текст),  Скупштина града Врања на седници одржаној дана 11.03.2019.године, донела је:</w:t>
      </w:r>
    </w:p>
    <w:p w:rsidR="003F6E00" w:rsidRPr="004665DE" w:rsidRDefault="003F6E00" w:rsidP="005405C8">
      <w:pPr>
        <w:tabs>
          <w:tab w:val="left" w:pos="3506"/>
        </w:tabs>
        <w:jc w:val="center"/>
        <w:rPr>
          <w:b/>
          <w:sz w:val="24"/>
          <w:szCs w:val="24"/>
        </w:rPr>
      </w:pPr>
      <w:r w:rsidRPr="004665DE">
        <w:rPr>
          <w:b/>
          <w:sz w:val="24"/>
          <w:szCs w:val="24"/>
        </w:rPr>
        <w:t>Р Е Ш Е Њ Е</w:t>
      </w:r>
    </w:p>
    <w:p w:rsidR="003F6E00" w:rsidRDefault="003F6E00" w:rsidP="0058061E">
      <w:pPr>
        <w:tabs>
          <w:tab w:val="left" w:pos="350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ИЗМЕНИ И ДОПУНИ РЕШЕЊА О ИМЕНОВАЊУ</w:t>
      </w:r>
      <w:r w:rsidRPr="004665DE">
        <w:rPr>
          <w:b/>
          <w:sz w:val="24"/>
          <w:szCs w:val="24"/>
        </w:rPr>
        <w:t xml:space="preserve"> ЧЛА</w:t>
      </w:r>
      <w:r>
        <w:rPr>
          <w:b/>
          <w:sz w:val="24"/>
          <w:szCs w:val="24"/>
        </w:rPr>
        <w:t>НОВА СТАЛНИХ РАДНИХ ТЕЛА  САВЕТА И КОМИСИЈА СКУПШТИНЕ ГРАДА ВРАЊА</w:t>
      </w:r>
    </w:p>
    <w:p w:rsidR="003F6E00" w:rsidRPr="005405C8" w:rsidRDefault="003F6E00" w:rsidP="005405C8">
      <w:pPr>
        <w:jc w:val="center"/>
        <w:rPr>
          <w:b/>
          <w:sz w:val="24"/>
          <w:szCs w:val="24"/>
        </w:rPr>
      </w:pPr>
      <w:r w:rsidRPr="004665DE">
        <w:rPr>
          <w:b/>
          <w:sz w:val="24"/>
          <w:szCs w:val="24"/>
        </w:rPr>
        <w:t>I</w:t>
      </w:r>
    </w:p>
    <w:p w:rsidR="003F6E00" w:rsidRDefault="003F6E00" w:rsidP="005405C8">
      <w:pPr>
        <w:ind w:firstLine="720"/>
      </w:pPr>
      <w:r>
        <w:t>Решење о именовању чланова сталних радних тела – Савета и Комисија Скупштине града Врања бр. 02-118/2016-13 од 22.06.2016. године, мења се и гласи:</w:t>
      </w:r>
    </w:p>
    <w:p w:rsidR="003F6E00" w:rsidRPr="00E32D11" w:rsidRDefault="003F6E00" w:rsidP="00E32D11"/>
    <w:p w:rsidR="003F6E00" w:rsidRPr="005405C8" w:rsidRDefault="003F6E00" w:rsidP="005405C8">
      <w:pPr>
        <w:ind w:firstLine="720"/>
      </w:pPr>
      <w:r>
        <w:t>Чл. 6 Решења о именовању чланова сталних радних тела – Савета и Комисија, бр. 02-118/2016-13 од 22.06.2016. године, у Савет за пољопривреду и развој села, именује се:</w:t>
      </w:r>
    </w:p>
    <w:p w:rsidR="003F6E00" w:rsidRPr="00DB0A4C" w:rsidRDefault="003F6E00" w:rsidP="005405C8">
      <w:pPr>
        <w:pStyle w:val="ListParagraph"/>
        <w:numPr>
          <w:ilvl w:val="0"/>
          <w:numId w:val="6"/>
        </w:numPr>
      </w:pPr>
      <w:r>
        <w:t>Дејан Стојковић, дипл. инг. пољопривреде из Врања.</w:t>
      </w:r>
    </w:p>
    <w:p w:rsidR="003F6E00" w:rsidRDefault="003F6E00" w:rsidP="005405C8">
      <w:r>
        <w:t xml:space="preserve">        У чл. 8 Решења, у Савет за Здравство, социјалну, дечију заштиту, борачка и инвалидска питања, именује се:</w:t>
      </w:r>
    </w:p>
    <w:p w:rsidR="003F6E00" w:rsidRPr="00E32D11" w:rsidRDefault="003F6E00" w:rsidP="005405C8">
      <w:pPr>
        <w:pStyle w:val="ListParagraph"/>
        <w:numPr>
          <w:ilvl w:val="0"/>
          <w:numId w:val="7"/>
        </w:numPr>
      </w:pPr>
      <w:r>
        <w:t>Славица Станојевић, дипл. социјални радник из Врања.</w:t>
      </w:r>
    </w:p>
    <w:p w:rsidR="003F6E00" w:rsidRPr="00E32D11" w:rsidRDefault="003F6E00" w:rsidP="00E32D11">
      <w:pPr>
        <w:jc w:val="center"/>
        <w:rPr>
          <w:b/>
        </w:rPr>
      </w:pPr>
      <w:r w:rsidRPr="006B1C86">
        <w:rPr>
          <w:b/>
        </w:rPr>
        <w:t>II</w:t>
      </w:r>
    </w:p>
    <w:p w:rsidR="003F6E00" w:rsidRDefault="003F6E00" w:rsidP="005405C8">
      <w:r>
        <w:tab/>
        <w:t>Решење ступа на снагу даном доношења и објавиће се у Службеном гласнику града Врања.</w:t>
      </w:r>
      <w:r w:rsidRPr="006B1C86">
        <w:t xml:space="preserve"> </w:t>
      </w:r>
    </w:p>
    <w:p w:rsidR="003F6E00" w:rsidRPr="00ED30C1" w:rsidRDefault="003F6E00" w:rsidP="005405C8">
      <w:pPr>
        <w:tabs>
          <w:tab w:val="left" w:pos="2927"/>
        </w:tabs>
        <w:rPr>
          <w:b/>
        </w:rPr>
      </w:pPr>
      <w:r>
        <w:tab/>
        <w:t xml:space="preserve">              </w:t>
      </w:r>
      <w:r w:rsidRPr="00ED30C1">
        <w:rPr>
          <w:b/>
        </w:rPr>
        <w:t>СКУПШТИНА ГРАДА ВРАЊА</w:t>
      </w:r>
    </w:p>
    <w:p w:rsidR="003F6E00" w:rsidRPr="00ED30C1" w:rsidRDefault="003F6E00" w:rsidP="005405C8">
      <w:pPr>
        <w:tabs>
          <w:tab w:val="left" w:pos="2927"/>
        </w:tabs>
        <w:rPr>
          <w:b/>
        </w:rPr>
      </w:pPr>
      <w:r w:rsidRPr="00ED30C1">
        <w:rPr>
          <w:b/>
        </w:rPr>
        <w:t xml:space="preserve">                                      </w:t>
      </w:r>
      <w:r>
        <w:rPr>
          <w:b/>
        </w:rPr>
        <w:t xml:space="preserve">                             11.03.</w:t>
      </w:r>
      <w:r w:rsidRPr="00ED30C1">
        <w:rPr>
          <w:b/>
        </w:rPr>
        <w:t xml:space="preserve">2019. </w:t>
      </w:r>
      <w:r>
        <w:rPr>
          <w:b/>
        </w:rPr>
        <w:t>године, број: 02-53/2019-10</w:t>
      </w:r>
    </w:p>
    <w:p w:rsidR="003F6E00" w:rsidRPr="00ED30C1" w:rsidRDefault="003F6E00" w:rsidP="005405C8">
      <w:pPr>
        <w:rPr>
          <w:b/>
        </w:rPr>
      </w:pPr>
    </w:p>
    <w:p w:rsidR="003F6E00" w:rsidRDefault="003F6E00" w:rsidP="005405C8">
      <w:pPr>
        <w:jc w:val="center"/>
        <w:rPr>
          <w:b/>
        </w:rPr>
      </w:pPr>
      <w:r w:rsidRPr="00ED30C1">
        <w:rPr>
          <w:b/>
        </w:rPr>
        <w:t xml:space="preserve">                                                                     </w:t>
      </w:r>
      <w:r>
        <w:rPr>
          <w:b/>
        </w:rPr>
        <w:t xml:space="preserve">    </w:t>
      </w:r>
      <w:r w:rsidRPr="00ED30C1">
        <w:rPr>
          <w:b/>
        </w:rPr>
        <w:t>Председник Скупштине</w:t>
      </w:r>
      <w:r>
        <w:rPr>
          <w:b/>
        </w:rPr>
        <w:t>,</w:t>
      </w:r>
      <w:r w:rsidRPr="00ED30C1">
        <w:rPr>
          <w:b/>
        </w:rPr>
        <w:t xml:space="preserve">                         </w:t>
      </w:r>
    </w:p>
    <w:p w:rsidR="003F6E00" w:rsidRDefault="003F6E00" w:rsidP="0058061E">
      <w:pPr>
        <w:rPr>
          <w:b/>
        </w:rPr>
      </w:pPr>
      <w:r>
        <w:rPr>
          <w:b/>
        </w:rPr>
        <w:t xml:space="preserve">                    </w:t>
      </w:r>
      <w:r w:rsidRPr="00ED30C1">
        <w:rPr>
          <w:b/>
        </w:rPr>
        <w:t xml:space="preserve">                                         </w:t>
      </w:r>
      <w:r>
        <w:rPr>
          <w:b/>
        </w:rPr>
        <w:t xml:space="preserve">                                      </w:t>
      </w:r>
      <w:r w:rsidRPr="00ED30C1">
        <w:rPr>
          <w:b/>
        </w:rPr>
        <w:t xml:space="preserve">      Дејан Тричковић, спец.двм</w:t>
      </w:r>
      <w:r>
        <w:rPr>
          <w:b/>
        </w:rPr>
        <w:t>,с.р.</w:t>
      </w:r>
    </w:p>
    <w:p w:rsidR="003F6E00" w:rsidRDefault="003F6E00" w:rsidP="0058061E">
      <w:pPr>
        <w:ind w:left="360"/>
        <w:jc w:val="both"/>
        <w:rPr>
          <w:b/>
        </w:rPr>
      </w:pPr>
      <w:r>
        <w:rPr>
          <w:b/>
        </w:rPr>
        <w:t>ТАЧНОСТ ПРЕПИСА ОВЕРАВА:                                                  СЕКРЕТАР СКУПШТИНЕ</w:t>
      </w:r>
    </w:p>
    <w:p w:rsidR="003F6E00" w:rsidRDefault="003F6E00" w:rsidP="009B6F46">
      <w:pPr>
        <w:ind w:left="36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Марко Тричковић</w:t>
      </w:r>
    </w:p>
    <w:p w:rsidR="003F6E00" w:rsidRDefault="003F6E00" w:rsidP="005405C8"/>
    <w:p w:rsidR="003F6E00" w:rsidRDefault="003F6E00" w:rsidP="005405C8"/>
    <w:p w:rsidR="003F6E00" w:rsidRDefault="003F6E00" w:rsidP="005405C8"/>
    <w:p w:rsidR="003F6E00" w:rsidRDefault="003F6E00" w:rsidP="005405C8"/>
    <w:p w:rsidR="003F6E00" w:rsidRPr="005405C8" w:rsidRDefault="003F6E00" w:rsidP="005405C8"/>
    <w:sectPr w:rsidR="003F6E00" w:rsidRPr="005405C8" w:rsidSect="00F726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37C4"/>
    <w:multiLevelType w:val="hybridMultilevel"/>
    <w:tmpl w:val="2B42CE4E"/>
    <w:lvl w:ilvl="0" w:tplc="A5BCC0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EB60935"/>
    <w:multiLevelType w:val="hybridMultilevel"/>
    <w:tmpl w:val="8EF8291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6535C3"/>
    <w:multiLevelType w:val="hybridMultilevel"/>
    <w:tmpl w:val="A9023F6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9EE7D65"/>
    <w:multiLevelType w:val="hybridMultilevel"/>
    <w:tmpl w:val="8FCCFB7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52308C"/>
    <w:multiLevelType w:val="hybridMultilevel"/>
    <w:tmpl w:val="3D94C9C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F182E92"/>
    <w:multiLevelType w:val="hybridMultilevel"/>
    <w:tmpl w:val="AD343F94"/>
    <w:lvl w:ilvl="0" w:tplc="6BC6098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799E7F69"/>
    <w:multiLevelType w:val="hybridMultilevel"/>
    <w:tmpl w:val="CF1037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65DE"/>
    <w:rsid w:val="00011B61"/>
    <w:rsid w:val="00063477"/>
    <w:rsid w:val="00086296"/>
    <w:rsid w:val="001702E1"/>
    <w:rsid w:val="00236283"/>
    <w:rsid w:val="002641CC"/>
    <w:rsid w:val="002815DE"/>
    <w:rsid w:val="002E72C6"/>
    <w:rsid w:val="003F6E00"/>
    <w:rsid w:val="004665DE"/>
    <w:rsid w:val="004912A7"/>
    <w:rsid w:val="005039DA"/>
    <w:rsid w:val="005405C8"/>
    <w:rsid w:val="0058061E"/>
    <w:rsid w:val="006A50EB"/>
    <w:rsid w:val="006B1C86"/>
    <w:rsid w:val="006C3509"/>
    <w:rsid w:val="007251A4"/>
    <w:rsid w:val="007322B5"/>
    <w:rsid w:val="0073592F"/>
    <w:rsid w:val="00747043"/>
    <w:rsid w:val="007C57FF"/>
    <w:rsid w:val="007F61FB"/>
    <w:rsid w:val="008442FC"/>
    <w:rsid w:val="00845043"/>
    <w:rsid w:val="00856835"/>
    <w:rsid w:val="00860C1A"/>
    <w:rsid w:val="00917D33"/>
    <w:rsid w:val="009819E8"/>
    <w:rsid w:val="009B6F46"/>
    <w:rsid w:val="00A1586D"/>
    <w:rsid w:val="00A17016"/>
    <w:rsid w:val="00B955BE"/>
    <w:rsid w:val="00CD76AC"/>
    <w:rsid w:val="00DB0A4C"/>
    <w:rsid w:val="00E0771A"/>
    <w:rsid w:val="00E32D11"/>
    <w:rsid w:val="00E91812"/>
    <w:rsid w:val="00ED30C1"/>
    <w:rsid w:val="00F7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66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665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15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119</TotalTime>
  <Pages>3</Pages>
  <Words>447</Words>
  <Characters>2549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18</cp:revision>
  <cp:lastPrinted>2019-03-12T13:20:00Z</cp:lastPrinted>
  <dcterms:created xsi:type="dcterms:W3CDTF">2019-01-29T11:59:00Z</dcterms:created>
  <dcterms:modified xsi:type="dcterms:W3CDTF">2019-03-25T07:57:00Z</dcterms:modified>
</cp:coreProperties>
</file>